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EBC76" w14:textId="7162F3C6" w:rsidR="009F57C6" w:rsidRDefault="0078740B" w:rsidP="00010484">
      <w:pPr>
        <w:pStyle w:val="Heading1"/>
      </w:pPr>
      <w:bookmarkStart w:id="0" w:name="_GoBack"/>
      <w:bookmarkEnd w:id="0"/>
      <w:r>
        <w:t xml:space="preserve">Top </w:t>
      </w:r>
      <w:r w:rsidR="007E251F">
        <w:t>4</w:t>
      </w:r>
      <w:r>
        <w:t xml:space="preserve"> Questions You Need to Ask Before Starting Your Membership Site</w:t>
      </w:r>
    </w:p>
    <w:p w14:paraId="5800D8C0" w14:textId="77777777" w:rsidR="00010484" w:rsidRDefault="00010484" w:rsidP="00010484"/>
    <w:p w14:paraId="33882E85" w14:textId="0697DA14" w:rsidR="00010484" w:rsidRDefault="0078740B" w:rsidP="00010484">
      <w:r>
        <w:t xml:space="preserve">Creating a membership site is not for the faint of heart. While there are </w:t>
      </w:r>
      <w:r w:rsidR="003434CC">
        <w:t>many benefits to having a membership site</w:t>
      </w:r>
      <w:r w:rsidR="00752D0E">
        <w:t xml:space="preserve"> and anyone can create one, </w:t>
      </w:r>
      <w:r w:rsidR="003434CC">
        <w:t xml:space="preserve">you have to </w:t>
      </w:r>
      <w:r w:rsidR="00752D0E">
        <w:t xml:space="preserve">know whether or not you have the ability to follow through if you want to be successful. </w:t>
      </w:r>
      <w:r w:rsidR="00FB7626">
        <w:t>However, if you are willing to put in the time, a membership site can provide you with the opportunity to create a unique, use</w:t>
      </w:r>
      <w:r w:rsidR="00F462A9">
        <w:t xml:space="preserve">ful community that will generate a recurring income. Before you start a membership site, here are some of the top things you need to consider. </w:t>
      </w:r>
    </w:p>
    <w:p w14:paraId="0A95DAEE" w14:textId="31FC8FA3" w:rsidR="00F462A9" w:rsidRDefault="00F462A9" w:rsidP="00010484"/>
    <w:p w14:paraId="411F3C60" w14:textId="4B0224DB" w:rsidR="00F462A9" w:rsidRDefault="0078740B" w:rsidP="00010484">
      <w:pPr>
        <w:rPr>
          <w:b/>
          <w:bCs/>
        </w:rPr>
      </w:pPr>
      <w:r>
        <w:rPr>
          <w:b/>
          <w:bCs/>
        </w:rPr>
        <w:t>Who is Your Target Market and Does That Market Exist?</w:t>
      </w:r>
    </w:p>
    <w:p w14:paraId="3C6498D4" w14:textId="1ADA25CD" w:rsidR="00F462A9" w:rsidRDefault="0078740B" w:rsidP="00010484">
      <w:r>
        <w:t xml:space="preserve">This is the most critical question that you can ask yourself. </w:t>
      </w:r>
      <w:r w:rsidR="00DE7F6B">
        <w:t xml:space="preserve">Why? Because if there is no market for your product, then the rest doesn’t matter. </w:t>
      </w:r>
      <w:r w:rsidR="00E74C70">
        <w:t>Keep in mind, however, that it doesn't have to be a broad audience. Creating a super-niche site that solves a</w:t>
      </w:r>
      <w:r w:rsidR="00BE04A6">
        <w:t xml:space="preserve">n incredibly specific problem can end up being more successful than if you were to choose </w:t>
      </w:r>
      <w:r w:rsidR="0075169D">
        <w:t xml:space="preserve">a topic that is too broad. </w:t>
      </w:r>
    </w:p>
    <w:p w14:paraId="3DE8FA9F" w14:textId="2DE374BD" w:rsidR="0075169D" w:rsidRDefault="0075169D" w:rsidP="00010484"/>
    <w:p w14:paraId="0A023B5F" w14:textId="2DC00797" w:rsidR="0075169D" w:rsidRDefault="0078740B" w:rsidP="00010484">
      <w:pPr>
        <w:rPr>
          <w:b/>
          <w:bCs/>
        </w:rPr>
      </w:pPr>
      <w:r>
        <w:rPr>
          <w:b/>
          <w:bCs/>
        </w:rPr>
        <w:t>Does This Site Already Exist?</w:t>
      </w:r>
    </w:p>
    <w:p w14:paraId="3AEFEF5E" w14:textId="4AB577C6" w:rsidR="0075169D" w:rsidRDefault="0078740B" w:rsidP="00010484">
      <w:r>
        <w:t xml:space="preserve">While it doesn’t really matter if a site already exists, what’s important is that you are aware of the answer to this question. </w:t>
      </w:r>
      <w:r w:rsidR="00340B36">
        <w:t>If you find that other sites like yours do exist, it merely means that there is a market for the information. What you need to figure out is how you will differentiate yourself from the competition.</w:t>
      </w:r>
    </w:p>
    <w:p w14:paraId="37512D8D" w14:textId="404D4E98" w:rsidR="00A94E2B" w:rsidRDefault="00A94E2B" w:rsidP="00010484"/>
    <w:p w14:paraId="70CCE4EC" w14:textId="744D0669" w:rsidR="00A94E2B" w:rsidRDefault="0078740B" w:rsidP="00010484">
      <w:pPr>
        <w:rPr>
          <w:b/>
          <w:bCs/>
        </w:rPr>
      </w:pPr>
      <w:r>
        <w:rPr>
          <w:b/>
          <w:bCs/>
        </w:rPr>
        <w:t>How Much Time Do You Have to Devote to the Site Each Week?</w:t>
      </w:r>
    </w:p>
    <w:p w14:paraId="49FBCF39" w14:textId="54BB2999" w:rsidR="00A94E2B" w:rsidRDefault="0078740B" w:rsidP="00010484">
      <w:r>
        <w:t>A membership site is going to take a lot more time than a simple eBook. Ther</w:t>
      </w:r>
      <w:r>
        <w:t>e are a ton of aspects that go into the development</w:t>
      </w:r>
      <w:r w:rsidR="00A749AB">
        <w:t xml:space="preserve"> of a membership site, but the management on the backend is time-consuming as well. Between creating content, marketing, maintenance, etc., you need to have at least ten hours a week to devote to your site.  </w:t>
      </w:r>
    </w:p>
    <w:p w14:paraId="2B37C0F4" w14:textId="14F21979" w:rsidR="001849ED" w:rsidRDefault="001849ED" w:rsidP="00010484"/>
    <w:p w14:paraId="26C7FFB7" w14:textId="4FFBEEE1" w:rsidR="001849ED" w:rsidRDefault="0078740B" w:rsidP="00010484">
      <w:pPr>
        <w:rPr>
          <w:b/>
          <w:bCs/>
        </w:rPr>
      </w:pPr>
      <w:r>
        <w:rPr>
          <w:b/>
          <w:bCs/>
        </w:rPr>
        <w:t>Will it Be a Recurring Payment or One Time Fee?</w:t>
      </w:r>
    </w:p>
    <w:p w14:paraId="0F081D03" w14:textId="657081B5" w:rsidR="001849ED" w:rsidRDefault="0078740B" w:rsidP="00010484">
      <w:r>
        <w:t>This is a lot more relevant than you might know because it drives the entire content creation process of your membership site. If you choose to do a recurring fee, you must continue to provide new, relev</w:t>
      </w:r>
      <w:r>
        <w:t>ant content on an on-going basis. If you don't do this, your retention rates will start to plummet, along with your profits. With a one-time fee, you can charge mor</w:t>
      </w:r>
      <w:r w:rsidR="00270C1D">
        <w:t xml:space="preserve">e, but your program will have to be well defined. </w:t>
      </w:r>
    </w:p>
    <w:p w14:paraId="282CF53E" w14:textId="5FC901FF" w:rsidR="00606445" w:rsidRDefault="00606445" w:rsidP="00010484"/>
    <w:p w14:paraId="3D5E6F80" w14:textId="09C5259D" w:rsidR="00606445" w:rsidRPr="007E251F" w:rsidRDefault="0078740B" w:rsidP="00010484">
      <w:r>
        <w:t>While there are plenty of other things t</w:t>
      </w:r>
      <w:r>
        <w:t xml:space="preserve">hat you need to consider when starting a membership site, these are the top four questions that you will need to ask yourself to get started. </w:t>
      </w:r>
    </w:p>
    <w:p w14:paraId="0A6D65F5" w14:textId="77777777" w:rsidR="00010484" w:rsidRDefault="00010484"/>
    <w:sectPr w:rsidR="00010484" w:rsidSect="00995C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484"/>
    <w:rsid w:val="00010484"/>
    <w:rsid w:val="001849ED"/>
    <w:rsid w:val="00270C1D"/>
    <w:rsid w:val="00340B36"/>
    <w:rsid w:val="003434CC"/>
    <w:rsid w:val="00606445"/>
    <w:rsid w:val="00623ED3"/>
    <w:rsid w:val="0073262F"/>
    <w:rsid w:val="0075169D"/>
    <w:rsid w:val="00752D0E"/>
    <w:rsid w:val="0078740B"/>
    <w:rsid w:val="007E251F"/>
    <w:rsid w:val="00986459"/>
    <w:rsid w:val="00995CB4"/>
    <w:rsid w:val="009F57C6"/>
    <w:rsid w:val="00A749AB"/>
    <w:rsid w:val="00A94E2B"/>
    <w:rsid w:val="00BE04A6"/>
    <w:rsid w:val="00DE7F6B"/>
    <w:rsid w:val="00E35FB7"/>
    <w:rsid w:val="00E555C3"/>
    <w:rsid w:val="00E74C70"/>
    <w:rsid w:val="00F462A9"/>
    <w:rsid w:val="00FB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E68FB5"/>
  <w15:chartTrackingRefBased/>
  <w15:docId w15:val="{7CD0C3E4-CB2E-FB4C-8DE0-63B352AE4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ED3"/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ED3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ED3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ED3"/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ED3"/>
    <w:rPr>
      <w:rFonts w:ascii="Arial" w:eastAsiaTheme="majorEastAsia" w:hAnsi="Arial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eneemiller/Library/Group%20Containers/UBF8T346G9.Office/User%20Content.localized/Templates.localized/Unstoppable%20Profi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Unstoppable Profits.dotx</Template>
  <TotalTime>0</TotalTime>
  <Pages>2</Pages>
  <Words>439</Words>
  <Characters>1965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Renee Miller</cp:lastModifiedBy>
  <cp:revision>3</cp:revision>
  <dcterms:created xsi:type="dcterms:W3CDTF">2019-07-28T15:32:00Z</dcterms:created>
  <dcterms:modified xsi:type="dcterms:W3CDTF">2019-07-28T15:32:00Z</dcterms:modified>
  <cp:category/>
</cp:coreProperties>
</file>